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BA0F68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A74906" w:rsidTr="000A6887">
        <w:tc>
          <w:tcPr>
            <w:tcW w:w="10326" w:type="dxa"/>
          </w:tcPr>
          <w:p w:rsidR="00190FF9" w:rsidRPr="00A74906" w:rsidRDefault="00190FF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53E0E" w:rsidRPr="00A74906" w:rsidRDefault="00B01A53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A7490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54711" w:rsidRPr="00A7490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32961" w:rsidRPr="00A74906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53E0E" w:rsidRPr="00A74906" w:rsidRDefault="00553E0E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A74906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553E0E" w:rsidRPr="00A74906" w:rsidRDefault="00553E0E" w:rsidP="000877A9">
            <w:pPr>
              <w:rPr>
                <w:rFonts w:ascii="Times New Roman" w:hAnsi="Times New Roman"/>
                <w:sz w:val="28"/>
                <w:szCs w:val="28"/>
              </w:rPr>
            </w:pPr>
            <w:r w:rsidRPr="00A74906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BA0F68" w:rsidP="00BA0F68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от 29.10.2019 № 332</w:t>
            </w:r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0877A9" w:rsidP="000877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6B3D" w:rsidRPr="00A74906" w:rsidRDefault="003C6B3D" w:rsidP="00346436">
      <w:pPr>
        <w:widowControl w:val="0"/>
        <w:autoSpaceDE w:val="0"/>
        <w:autoSpaceDN w:val="0"/>
        <w:outlineLvl w:val="2"/>
        <w:rPr>
          <w:rFonts w:ascii="Times New Roman" w:hAnsi="Times New Roman"/>
          <w:sz w:val="28"/>
          <w:szCs w:val="28"/>
        </w:rPr>
      </w:pPr>
    </w:p>
    <w:p w:rsidR="006A723B" w:rsidRPr="00A74906" w:rsidRDefault="000877A9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A74906">
        <w:rPr>
          <w:rFonts w:ascii="Times New Roman" w:hAnsi="Times New Roman"/>
          <w:sz w:val="28"/>
          <w:szCs w:val="28"/>
        </w:rPr>
        <w:t>«</w:t>
      </w:r>
      <w:r w:rsidR="006A723B" w:rsidRPr="00A74906">
        <w:rPr>
          <w:rFonts w:ascii="Times New Roman" w:hAnsi="Times New Roman"/>
          <w:sz w:val="28"/>
          <w:szCs w:val="28"/>
        </w:rPr>
        <w:t>5. Система программных мероприятий</w:t>
      </w:r>
    </w:p>
    <w:p w:rsidR="006A723B" w:rsidRPr="00A74906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</w:rPr>
      </w:pPr>
    </w:p>
    <w:tbl>
      <w:tblPr>
        <w:tblW w:w="1460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041"/>
        <w:gridCol w:w="1418"/>
        <w:gridCol w:w="1417"/>
        <w:gridCol w:w="1418"/>
        <w:gridCol w:w="850"/>
        <w:gridCol w:w="851"/>
        <w:gridCol w:w="850"/>
        <w:gridCol w:w="709"/>
        <w:gridCol w:w="709"/>
        <w:gridCol w:w="709"/>
        <w:gridCol w:w="708"/>
        <w:gridCol w:w="709"/>
        <w:gridCol w:w="1701"/>
      </w:tblGrid>
      <w:tr w:rsidR="006A723B" w:rsidRPr="00A74906" w:rsidTr="00A74906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Главные распоря</w:t>
            </w:r>
            <w:r w:rsidR="00EF1DB3" w:rsidRPr="00A74906">
              <w:rPr>
                <w:rFonts w:ascii="Times New Roman" w:hAnsi="Times New Roman"/>
                <w:sz w:val="22"/>
                <w:szCs w:val="22"/>
              </w:rPr>
              <w:t>-</w:t>
            </w:r>
            <w:r w:rsidRPr="00A74906">
              <w:rPr>
                <w:rFonts w:ascii="Times New Roman" w:hAnsi="Times New Roman"/>
                <w:sz w:val="22"/>
                <w:szCs w:val="22"/>
              </w:rPr>
              <w:t>дители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Исполни</w:t>
            </w:r>
            <w:r w:rsidR="00EF1DB3" w:rsidRPr="00A74906">
              <w:rPr>
                <w:rFonts w:ascii="Times New Roman" w:hAnsi="Times New Roman"/>
                <w:sz w:val="22"/>
                <w:szCs w:val="22"/>
              </w:rPr>
              <w:t>-</w:t>
            </w:r>
            <w:r w:rsidRPr="00A74906">
              <w:rPr>
                <w:rFonts w:ascii="Times New Roman" w:hAnsi="Times New Roman"/>
                <w:sz w:val="22"/>
                <w:szCs w:val="22"/>
              </w:rPr>
              <w:t>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Источник финанси</w:t>
            </w:r>
            <w:r w:rsidR="000B784E" w:rsidRPr="00A74906">
              <w:rPr>
                <w:rFonts w:ascii="Times New Roman" w:hAnsi="Times New Roman"/>
                <w:sz w:val="22"/>
                <w:szCs w:val="22"/>
              </w:rPr>
              <w:t>-</w:t>
            </w:r>
            <w:r w:rsidRPr="00A74906">
              <w:rPr>
                <w:rFonts w:ascii="Times New Roman" w:hAnsi="Times New Roman"/>
                <w:sz w:val="22"/>
                <w:szCs w:val="22"/>
              </w:rPr>
              <w:t>рования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6A723B" w:rsidRPr="00A74906" w:rsidTr="00A74906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7400" w:rsidRPr="00A74906" w:rsidTr="00A74906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A723B" w:rsidRPr="00A74906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041"/>
        <w:gridCol w:w="1418"/>
        <w:gridCol w:w="1417"/>
        <w:gridCol w:w="1418"/>
        <w:gridCol w:w="850"/>
        <w:gridCol w:w="851"/>
        <w:gridCol w:w="850"/>
        <w:gridCol w:w="709"/>
        <w:gridCol w:w="709"/>
        <w:gridCol w:w="709"/>
        <w:gridCol w:w="708"/>
        <w:gridCol w:w="709"/>
        <w:gridCol w:w="1701"/>
      </w:tblGrid>
      <w:tr w:rsidR="00827400" w:rsidRPr="00A74906" w:rsidTr="00A74906">
        <w:trPr>
          <w:trHeight w:val="28"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</w:tr>
      <w:tr w:rsidR="001D511B" w:rsidRPr="00A74906" w:rsidTr="00F12714">
        <w:trPr>
          <w:cantSplit/>
          <w:trHeight w:val="138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 w:rsidP="008A1B5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1.</w:t>
            </w:r>
          </w:p>
        </w:tc>
        <w:tc>
          <w:tcPr>
            <w:tcW w:w="20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 w:rsidP="008A1B5F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Задача 1. Содействие укреплению гражданского единства и гармонизации межнациональных и межконфессио-нальных отношений в Рязанской области, в том числе: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 w:rsidP="008A1B5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 w:rsidP="008A1B5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 w:rsidP="008A1B5F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A74906" w:rsidRDefault="001D511B" w:rsidP="008A1B5F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26632,49634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A74906" w:rsidRDefault="001D511B" w:rsidP="008A1B5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3114,0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A74906" w:rsidRDefault="001D511B" w:rsidP="008A1B5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5591,04134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A74906" w:rsidRDefault="001D511B" w:rsidP="008A1B5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4880,955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A74906" w:rsidRDefault="001D511B" w:rsidP="008A1B5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4864,0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A74906" w:rsidRDefault="001D511B" w:rsidP="008A1B5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2727,5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A74906" w:rsidRDefault="001D511B" w:rsidP="008A1B5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2727,5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A74906" w:rsidRDefault="001D511B" w:rsidP="008A1B5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2727,5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 w:rsidP="008A1B5F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граждан, положительно оценивающих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с</w:t>
            </w: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остояние межнацио-нальных и межконфесио-нальных отношений, в общем количестве граждан,</w:t>
            </w:r>
          </w:p>
          <w:p w:rsidR="001D511B" w:rsidRPr="00A74906" w:rsidRDefault="001D511B" w:rsidP="00BD0BF2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проживающих на территории Рязанской области, до 81%;</w:t>
            </w:r>
          </w:p>
          <w:p w:rsidR="001D511B" w:rsidRPr="00A74906" w:rsidRDefault="001D511B" w:rsidP="00BD0BF2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доведение уровня</w:t>
            </w:r>
          </w:p>
        </w:tc>
      </w:tr>
      <w:tr w:rsidR="001D511B" w:rsidRPr="00A74906" w:rsidTr="00B6401B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 w:rsidP="00BD0BF2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827400" w:rsidRDefault="001D511B" w:rsidP="00BD0BF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highlight w:val="yellow"/>
              </w:rPr>
            </w:pPr>
            <w:r w:rsidRPr="004A5F6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19460,7389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9D2AD5" w:rsidRDefault="001D511B" w:rsidP="00BD0BF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3114,0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9D2AD5" w:rsidRDefault="001D511B" w:rsidP="00BD0BF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2757,8839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9D2AD5" w:rsidRDefault="001D511B" w:rsidP="00BD0BF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D2AD5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678</w:t>
            </w:r>
            <w:r w:rsidRPr="009D2AD5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9D2AD5" w:rsidRDefault="001D511B" w:rsidP="00BD0BF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2727,5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9D2AD5" w:rsidRDefault="001D511B" w:rsidP="00BD0BF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2727,5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9D2AD5" w:rsidRDefault="001D511B" w:rsidP="00BD0BF2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2727,5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9D2AD5" w:rsidRDefault="001D511B" w:rsidP="00BD0BF2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2727,5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A74906" w:rsidRDefault="001D511B" w:rsidP="00BD0BF2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F12714" w:rsidRPr="00A74906" w:rsidTr="00A74906">
        <w:trPr>
          <w:cantSplit/>
          <w:trHeight w:val="153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FB261F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FB261F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  <w:highlight w:val="yellow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7171,75744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FB261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FB261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2833,15744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FB261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FB261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FB261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FB261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FB261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FB261F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толерантного отношения к представителям другой национальности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и вероиспове-дания до 81%;</w:t>
            </w:r>
          </w:p>
          <w:p w:rsidR="00F12714" w:rsidRPr="00A74906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субсидий на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проекты в сфере</w:t>
            </w:r>
          </w:p>
          <w:p w:rsidR="00F12714" w:rsidRPr="00A74906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укрепления гражданского единства, гармонизации межнацио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нальных</w:t>
            </w:r>
          </w:p>
          <w:p w:rsidR="00F12714" w:rsidRPr="00A74906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отношений, развития казачества на территории Рязанской области не менее чем </w:t>
            </w:r>
          </w:p>
          <w:p w:rsidR="00F12714" w:rsidRPr="00A74906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131 СОНКО;</w:t>
            </w:r>
          </w:p>
          <w:p w:rsidR="00F12714" w:rsidRPr="00A74906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проведение не менее </w:t>
            </w:r>
          </w:p>
          <w:p w:rsidR="00F12714" w:rsidRPr="00A74906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28 семинаров, курсов, тренингов, научно-практических конференций по вопросам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реализации</w:t>
            </w:r>
          </w:p>
          <w:p w:rsidR="00F12714" w:rsidRPr="00A74906" w:rsidRDefault="00F12714" w:rsidP="0091654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F12714" w:rsidRPr="00A74906" w:rsidTr="002F64D2">
        <w:trPr>
          <w:cantSplit/>
          <w:trHeight w:val="153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1.1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D72BB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Предоставление СОНКО субсидий на проекты в сфере укрепления гражданского единства, гармонизации межнациональных отношений, развития казачества на территории Рязанской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 делам территори-альных образований и обществен-ных объеди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нений Рязанской области</w:t>
            </w:r>
            <w:hyperlink w:anchor="P1784" w:history="1">
              <w:r w:rsidRPr="00A74906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*,</w:t>
              </w:r>
            </w:hyperlink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 делам территорий и информаци-</w:t>
            </w:r>
          </w:p>
          <w:p w:rsidR="00F12714" w:rsidRPr="00A74906" w:rsidRDefault="00F12714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онной политике Рязанской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 делам территори-альных образований и обществен-ных объеди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нений Рязанской </w:t>
            </w:r>
          </w:p>
          <w:p w:rsidR="00F12714" w:rsidRPr="00A74906" w:rsidRDefault="00F12714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  <w:hyperlink w:anchor="P1784" w:history="1">
              <w:r w:rsidRPr="00A74906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*,</w:t>
              </w:r>
            </w:hyperlink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 делам территорий </w:t>
            </w:r>
          </w:p>
          <w:p w:rsidR="00F12714" w:rsidRPr="00A74906" w:rsidRDefault="00F12714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и информаци-онной политике </w:t>
            </w:r>
          </w:p>
          <w:p w:rsidR="00F12714" w:rsidRPr="00A74906" w:rsidRDefault="00F12714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Рязанской </w:t>
            </w:r>
          </w:p>
          <w:p w:rsidR="00F12714" w:rsidRPr="00A74906" w:rsidRDefault="00F12714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9128,3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2039,7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2652,1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2586,5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91654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F12714" w:rsidRPr="00A74906" w:rsidTr="001C656C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3216,68336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466,68336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91654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F12714" w:rsidRPr="00A74906" w:rsidTr="001C656C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5911,61664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1573,01664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A74906" w:rsidRDefault="00F12714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A74906" w:rsidRDefault="00F12714" w:rsidP="0091654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53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1.2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обучающих тематических семинаров, курсов, тренингов,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научно-практических конференций по вопросам реализации государственной  национальной политики, а также взаимодействия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органов власти с национальными, религиозными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объединениями и казачеством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 по делам территори-альных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образований и обществен-ных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объеди-нений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Рязанской области*,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 делам территорий и информаци-онной политике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по делам территори-альных образований и обществен-ных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объеди-нений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Рязанской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области*,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 делам территорий и информаци- онной политике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left="113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1424,99033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609,36533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125,625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государственной национальной </w:t>
            </w:r>
          </w:p>
          <w:p w:rsidR="00A74906" w:rsidRPr="00A74906" w:rsidRDefault="00A74906" w:rsidP="00A74906">
            <w:pPr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политики, а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также взаимо-действия органов государственной власти Рязанской области с национальными,</w:t>
            </w:r>
          </w:p>
          <w:p w:rsidR="00A74906" w:rsidRPr="00A74906" w:rsidRDefault="00A74906" w:rsidP="00A74906">
            <w:pPr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религиозными объединениями и казачеством;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не менее 8  соци-ологических исследований с целью определения</w:t>
            </w:r>
          </w:p>
          <w:p w:rsidR="00A74906" w:rsidRPr="00A74906" w:rsidRDefault="00A74906" w:rsidP="00A74906">
            <w:pPr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состояния  и тенденций 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 сфере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межнацио-нальных и межконфес-сиональных отношений; размещение не менее </w:t>
            </w:r>
          </w:p>
          <w:p w:rsidR="00A74906" w:rsidRPr="00A74906" w:rsidRDefault="00A74906" w:rsidP="00A74906">
            <w:pPr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56 материалов с социальной рекламой, рекламно-информацион-ных материалов, направленных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 формирование</w:t>
            </w:r>
          </w:p>
          <w:p w:rsidR="00A74906" w:rsidRPr="00A74906" w:rsidRDefault="00A74906" w:rsidP="00A74906">
            <w:pPr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гражданского единства, гармонизацию межнацио-нальных отношений, продвижение идей межнацио-нальной толерантности,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недопущение проявлений экстремизма на национальной почве;</w:t>
            </w:r>
          </w:p>
          <w:p w:rsidR="00A74906" w:rsidRPr="00A74906" w:rsidRDefault="00A74906" w:rsidP="00A74906">
            <w:pPr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участие не менее 6,0 тыс. чел. в мероприятиях,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направленных на укрепление общероссий-ского гражданского единства</w:t>
            </w:r>
          </w:p>
        </w:tc>
      </w:tr>
      <w:tr w:rsidR="00A74906" w:rsidRPr="00A74906" w:rsidTr="009F348B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952,24473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136,61973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125,625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9F348B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spacing w:after="1"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472,7456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472,7456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35E77">
        <w:trPr>
          <w:cantSplit/>
          <w:trHeight w:val="153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1.3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Проведение социологических исследований с целью определения состояния и тенденций в сфере межнациональных и межконфессиональ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ных отношений, а также выявления уровня конфликто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генности в Рязанской области и конфликтогенных факторов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 по делам территори-альных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образований и обществен-ных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объеди-нений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 области*,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 делам территорий и информаци-онной политике Рязанской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 по делам территори-альных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образований и обществен-ных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объеди-нений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 области*,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 делам территорий и информаци-онной политике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2644,37601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994,37601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9A073B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1856,98081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206,98081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91654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FE071F">
        <w:trPr>
          <w:cantSplit/>
          <w:trHeight w:val="153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787,3952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787,3952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91654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5B4C12">
        <w:trPr>
          <w:cantSplit/>
          <w:trHeight w:val="153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1.4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Субсидии на иные цели государствен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ному бюджетному учреждению Рязанской области на проведение областных конференций школьников, направленных на формирование правовой культуры,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национальной идентичности, законопослушного поведения, профилактику асоциального поведения несовершенно-летних:</w:t>
            </w:r>
          </w:p>
          <w:p w:rsid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«За гражданское правосознание»,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«Я - гражданин России!», «Знакомьтесь - судебная система России»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образования Рязанской области**,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образования и молодеж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ной политики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1536,0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A74906" w:rsidRDefault="00A74906" w:rsidP="00AA1D57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1.5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A74906" w:rsidRDefault="00A74906" w:rsidP="00AA1D57">
            <w:pPr>
              <w:widowControl w:val="0"/>
              <w:autoSpaceDE w:val="0"/>
              <w:autoSpaceDN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государственному бюджетному учреждению Рязанской области </w:t>
            </w:r>
          </w:p>
          <w:p w:rsidR="00290303" w:rsidRDefault="00A74906" w:rsidP="00AA1D57">
            <w:pPr>
              <w:widowControl w:val="0"/>
              <w:autoSpaceDE w:val="0"/>
              <w:autoSpaceDN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на проведение областного литературно-исторического конкурса «Язык </w:t>
            </w:r>
          </w:p>
          <w:p w:rsidR="00A74906" w:rsidRPr="00A74906" w:rsidRDefault="00A74906" w:rsidP="00AA1D57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наш - древо жизни на Земле»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A1D57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образования Рязанской области</w:t>
            </w:r>
            <w:hyperlink w:anchor="P1785" w:history="1">
              <w:r w:rsidRPr="00A74906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**</w:t>
              </w:r>
            </w:hyperlink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,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образования и молодеж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ной политики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A74906" w:rsidRDefault="00A74906" w:rsidP="00AA1D57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A74906" w:rsidRDefault="00A74906" w:rsidP="00AA1D5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AA1D5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768,0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AA1D57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AA1D57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AA1D57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AA1D57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AA1D57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AA1D57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A1D57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A74906" w:rsidRDefault="00A74906" w:rsidP="00AA1D57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1.6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Изготовление, размещение соци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альной рекламы, рекламно-информационных материалов, направленных на формирование гражданского единства, гармонизацию межнациональных отношений, продвижение идей межнациональной толерантности, недопущение проявлений экстремизма на национальной почве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печати и массовых коммуника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ций Рязанской области</w:t>
            </w:r>
            <w:hyperlink w:anchor="P1784" w:history="1">
              <w:r w:rsidRPr="00A74906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</w:t>
              </w:r>
            </w:hyperlink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,</w:t>
            </w:r>
          </w:p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 делам территорий и информаци-</w:t>
            </w:r>
          </w:p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онной политике</w:t>
            </w:r>
            <w:r w:rsidR="00296B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Рязанской 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печати и массовых коммуника-ций Рязанской </w:t>
            </w:r>
          </w:p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  <w:hyperlink w:anchor="P1784" w:history="1">
              <w:r w:rsidRPr="00A74906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</w:t>
              </w:r>
            </w:hyperlink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,</w:t>
            </w:r>
          </w:p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 делам территорий и информаци-</w:t>
            </w:r>
          </w:p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онной политике</w:t>
            </w:r>
            <w:r w:rsidR="00296B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Рязанской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4922,83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834,0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636,23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A74906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53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1.7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Субсидии на иные цели государствен-ному бюджетному учреждению Рязанской области на организацию и проведение межрегионального фестиваля национальной книги «Читающий мир»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 культуры и туризма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3840,0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53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1.8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</w:t>
            </w:r>
          </w:p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государственному бюджетному учреждению Рязанской области на реализацию проекта по социокультурной адаптации мигрантов «Искусство жить вместе»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культуры и туризма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2368,0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53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Default="00A74906" w:rsidP="00A74906">
            <w:pPr>
              <w:spacing w:after="1" w:line="228" w:lineRule="auto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Задача 2. Содействие этнокультурному развитию народов, проживающих на территории Рязанской области, возрождению и развитию казачьей культуры и традиций, </w:t>
            </w:r>
          </w:p>
          <w:p w:rsidR="00A74906" w:rsidRPr="00A74906" w:rsidRDefault="00A74906" w:rsidP="00A74906">
            <w:pPr>
              <w:spacing w:after="1" w:line="228" w:lineRule="auto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spacing w:after="1"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  <w:p w:rsidR="00A74906" w:rsidRPr="00A74906" w:rsidRDefault="00A74906" w:rsidP="00A74906">
            <w:pPr>
              <w:spacing w:after="1"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A74906" w:rsidRPr="00A74906" w:rsidRDefault="00A74906" w:rsidP="00A74906">
            <w:pPr>
              <w:spacing w:after="1"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A74906" w:rsidRPr="00A74906" w:rsidRDefault="00A74906" w:rsidP="00A74906">
            <w:pPr>
              <w:spacing w:after="1"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  <w:highlight w:val="yellow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12124,65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2806,0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1498,65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spacing w:after="1" w:line="260" w:lineRule="atLeas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участие не менее 5,0 тыс. человек в мероприятиях, направленных на этно-культурное развитие народов, проживающих на территории Рязанской области;</w:t>
            </w:r>
          </w:p>
        </w:tc>
      </w:tr>
      <w:tr w:rsidR="00A74906" w:rsidRPr="00A74906" w:rsidTr="00A74906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  <w:highlight w:val="yellow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10863,10744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1544,45744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1498,65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91654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9701D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74906" w:rsidRPr="00A74906" w:rsidRDefault="00A74906" w:rsidP="00A74906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проведение не менее </w:t>
            </w:r>
          </w:p>
          <w:p w:rsidR="00A74906" w:rsidRPr="00A74906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77 мероприятий по сохранению и развитию казачьей культуры</w:t>
            </w:r>
          </w:p>
        </w:tc>
      </w:tr>
      <w:tr w:rsidR="00A74906" w:rsidRPr="00A74906" w:rsidTr="00A74906">
        <w:trPr>
          <w:cantSplit/>
          <w:trHeight w:val="1134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2.1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Организация и проведение областного фестиваля национальных культур «Мы - народ России»,</w:t>
            </w:r>
          </w:p>
          <w:p w:rsidR="00A74906" w:rsidRPr="00A74906" w:rsidRDefault="00A74906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 том числе:</w:t>
            </w:r>
          </w:p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 делам территори-альных образований и общест-венных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объединений </w:t>
            </w: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Рязанской области*,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 делам территорий и информаци-</w:t>
            </w:r>
          </w:p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онной политике Рязанской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3436,0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1636,0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30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2174,45744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374,45744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42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134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субсидии на иные цели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CF4C9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2.</w:t>
            </w:r>
            <w:r w:rsidR="00CF4C93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B10F76">
            <w:pPr>
              <w:spacing w:after="1" w:line="260" w:lineRule="atLeast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Проведение массовых молодежных мероприятий и акций, направленных на формирование толерантности в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молодежной политики, физической культуры и спорта Рязанской области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молодежной политики, физической культуры и спорта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1330,0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B10F76">
            <w:pPr>
              <w:spacing w:after="1" w:line="260" w:lineRule="atLeast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студенческой среде и интеграцию иностранных студентов в русскую культуру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252BAA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образования и молодеж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ной политики Рязанской области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252BAA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образования и молодеж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ной политики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252BAA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52BAA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3118,65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598,65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2.3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Субсидии на иные цели государствен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ному бюджетному учреждению Рязанской области на проведение многонациональ-ного праздника «Сабантуй»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</w:t>
            </w: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культуры и туризма Рязанской области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1920,0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2.4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Субсидии на иные цели государст-венному бюджетному учреждению Рязанской области на проведение областного праздника национальных культур «Многоликая Россия»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1920,0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441E17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Итого по подпрограмме,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441E1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441E1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441E17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A74906" w:rsidRPr="00A74906" w:rsidRDefault="00A74906" w:rsidP="00441E17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A74906" w:rsidRPr="00A74906" w:rsidRDefault="00A74906" w:rsidP="00441E17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441E17">
            <w:pPr>
              <w:ind w:left="113" w:right="113"/>
              <w:jc w:val="both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  <w:highlight w:val="yellow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38757,14634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4814,0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8397,04134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6379,605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6394,0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285BD1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 том числе:</w:t>
            </w:r>
          </w:p>
          <w:p w:rsidR="00A74906" w:rsidRPr="00A74906" w:rsidRDefault="00A74906" w:rsidP="00285BD1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285BD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285BD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A74906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85BD1">
            <w:pPr>
              <w:ind w:left="113" w:right="113"/>
              <w:jc w:val="both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  <w:highlight w:val="yellow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30323,84634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4814,0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4302,34134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4177,505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A74906" w:rsidTr="00A74906">
        <w:trPr>
          <w:cantSplit/>
          <w:trHeight w:val="162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285BD1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285BD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285BD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  <w:highlight w:val="yellow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8433,3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4094,7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A74906" w:rsidRDefault="00A74906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A74906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A74906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6A723B" w:rsidRPr="00A74906" w:rsidRDefault="000B784E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 w:rsidRPr="00A74906">
        <w:rPr>
          <w:rFonts w:ascii="Times New Roman" w:hAnsi="Times New Roman"/>
          <w:sz w:val="24"/>
          <w:szCs w:val="24"/>
        </w:rPr>
        <w:t xml:space="preserve"> </w:t>
      </w:r>
      <w:r w:rsidR="006A723B" w:rsidRPr="00A74906">
        <w:rPr>
          <w:rFonts w:ascii="Times New Roman" w:hAnsi="Times New Roman"/>
          <w:sz w:val="22"/>
          <w:szCs w:val="22"/>
        </w:rPr>
        <w:t xml:space="preserve">* До реорганизации в министерство </w:t>
      </w:r>
      <w:r w:rsidR="006A723B" w:rsidRPr="00A74906">
        <w:rPr>
          <w:rFonts w:ascii="Times New Roman" w:hAnsi="Times New Roman"/>
          <w:bCs/>
          <w:sz w:val="22"/>
          <w:szCs w:val="22"/>
        </w:rPr>
        <w:t>по делам территорий и информационн</w:t>
      </w:r>
      <w:r w:rsidR="00E97B64" w:rsidRPr="00A74906">
        <w:rPr>
          <w:rFonts w:ascii="Times New Roman" w:hAnsi="Times New Roman"/>
          <w:bCs/>
          <w:sz w:val="22"/>
          <w:szCs w:val="22"/>
        </w:rPr>
        <w:t>ой политике Рязанской области.</w:t>
      </w:r>
    </w:p>
    <w:p w:rsidR="006A723B" w:rsidRPr="00A74906" w:rsidRDefault="00E97B64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 w:rsidRPr="00A74906">
        <w:rPr>
          <w:rFonts w:ascii="Times New Roman" w:hAnsi="Times New Roman"/>
          <w:sz w:val="22"/>
          <w:szCs w:val="22"/>
        </w:rPr>
        <w:t xml:space="preserve">** До </w:t>
      </w:r>
      <w:r w:rsidR="00ED7984" w:rsidRPr="00A74906">
        <w:rPr>
          <w:rFonts w:ascii="Times New Roman" w:hAnsi="Times New Roman"/>
          <w:sz w:val="22"/>
          <w:szCs w:val="22"/>
        </w:rPr>
        <w:t>переименования</w:t>
      </w:r>
      <w:r w:rsidRPr="00A74906">
        <w:rPr>
          <w:rFonts w:ascii="Times New Roman" w:hAnsi="Times New Roman"/>
          <w:sz w:val="22"/>
          <w:szCs w:val="22"/>
        </w:rPr>
        <w:t xml:space="preserve"> в министерство образования и молодежной политики </w:t>
      </w:r>
      <w:r w:rsidRPr="00A74906">
        <w:rPr>
          <w:rFonts w:ascii="Times New Roman" w:hAnsi="Times New Roman"/>
          <w:bCs/>
          <w:sz w:val="22"/>
          <w:szCs w:val="22"/>
        </w:rPr>
        <w:t>Рязанской области.».</w:t>
      </w:r>
    </w:p>
    <w:sectPr w:rsidR="006A723B" w:rsidRPr="00A74906" w:rsidSect="00BA0F68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231" w:rsidRDefault="00334231">
      <w:r>
        <w:separator/>
      </w:r>
    </w:p>
  </w:endnote>
  <w:endnote w:type="continuationSeparator" w:id="0">
    <w:p w:rsidR="00334231" w:rsidRDefault="00334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52A295A3" wp14:editId="425375C4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6D9BB18" wp14:editId="39EB47DC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BA0F68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9045  29.10.2019 16:33:09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231" w:rsidRDefault="00334231">
      <w:r>
        <w:separator/>
      </w:r>
    </w:p>
  </w:footnote>
  <w:footnote w:type="continuationSeparator" w:id="0">
    <w:p w:rsidR="00334231" w:rsidRDefault="00334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B3478B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B3478B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BA0F6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65pt;height:12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ex+dJU9o7W1uyZZ8Ep3YHcQ/m8=" w:salt="INZGh05xrmkyl46E0XBpy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04A35"/>
    <w:rsid w:val="0001360F"/>
    <w:rsid w:val="00017AC7"/>
    <w:rsid w:val="00017EEC"/>
    <w:rsid w:val="00020E0B"/>
    <w:rsid w:val="000331B3"/>
    <w:rsid w:val="00033413"/>
    <w:rsid w:val="00036D5E"/>
    <w:rsid w:val="00037C0C"/>
    <w:rsid w:val="00041972"/>
    <w:rsid w:val="0004365A"/>
    <w:rsid w:val="000502A3"/>
    <w:rsid w:val="00053BDC"/>
    <w:rsid w:val="00056DEB"/>
    <w:rsid w:val="00073A7A"/>
    <w:rsid w:val="00076D5E"/>
    <w:rsid w:val="000845B0"/>
    <w:rsid w:val="00084A5A"/>
    <w:rsid w:val="00084DD3"/>
    <w:rsid w:val="000877A9"/>
    <w:rsid w:val="000917C0"/>
    <w:rsid w:val="00093F00"/>
    <w:rsid w:val="000A03E0"/>
    <w:rsid w:val="000A6118"/>
    <w:rsid w:val="000A6887"/>
    <w:rsid w:val="000B0736"/>
    <w:rsid w:val="000B5204"/>
    <w:rsid w:val="000B784E"/>
    <w:rsid w:val="000D38D5"/>
    <w:rsid w:val="000D6582"/>
    <w:rsid w:val="000E1A68"/>
    <w:rsid w:val="000F4C9E"/>
    <w:rsid w:val="000F7DF5"/>
    <w:rsid w:val="00100E73"/>
    <w:rsid w:val="00103516"/>
    <w:rsid w:val="00114B94"/>
    <w:rsid w:val="00122122"/>
    <w:rsid w:val="00122CFD"/>
    <w:rsid w:val="00132961"/>
    <w:rsid w:val="00140583"/>
    <w:rsid w:val="0014772F"/>
    <w:rsid w:val="00150523"/>
    <w:rsid w:val="00151370"/>
    <w:rsid w:val="001521AE"/>
    <w:rsid w:val="00162E72"/>
    <w:rsid w:val="00172BB2"/>
    <w:rsid w:val="00175BE5"/>
    <w:rsid w:val="001850F4"/>
    <w:rsid w:val="00190FF9"/>
    <w:rsid w:val="001947BE"/>
    <w:rsid w:val="0019511F"/>
    <w:rsid w:val="001978C8"/>
    <w:rsid w:val="001A1CA4"/>
    <w:rsid w:val="001A352C"/>
    <w:rsid w:val="001A3CC8"/>
    <w:rsid w:val="001A560F"/>
    <w:rsid w:val="001B0982"/>
    <w:rsid w:val="001B1E3A"/>
    <w:rsid w:val="001B32BA"/>
    <w:rsid w:val="001D511B"/>
    <w:rsid w:val="001E0317"/>
    <w:rsid w:val="001E20F1"/>
    <w:rsid w:val="001F12E8"/>
    <w:rsid w:val="001F228C"/>
    <w:rsid w:val="001F2FD4"/>
    <w:rsid w:val="001F64B8"/>
    <w:rsid w:val="001F7C83"/>
    <w:rsid w:val="00203046"/>
    <w:rsid w:val="0020397B"/>
    <w:rsid w:val="00205AB5"/>
    <w:rsid w:val="0021284D"/>
    <w:rsid w:val="00217730"/>
    <w:rsid w:val="00223B28"/>
    <w:rsid w:val="00224DBA"/>
    <w:rsid w:val="00231F1C"/>
    <w:rsid w:val="00232CC2"/>
    <w:rsid w:val="00237096"/>
    <w:rsid w:val="0023761A"/>
    <w:rsid w:val="002376ED"/>
    <w:rsid w:val="00242DDB"/>
    <w:rsid w:val="00243B7A"/>
    <w:rsid w:val="002479A2"/>
    <w:rsid w:val="002531A5"/>
    <w:rsid w:val="0026087E"/>
    <w:rsid w:val="002615BA"/>
    <w:rsid w:val="00261DE0"/>
    <w:rsid w:val="00265420"/>
    <w:rsid w:val="00265624"/>
    <w:rsid w:val="00274E14"/>
    <w:rsid w:val="00280A6D"/>
    <w:rsid w:val="00280CCD"/>
    <w:rsid w:val="00286ECA"/>
    <w:rsid w:val="00290303"/>
    <w:rsid w:val="00292827"/>
    <w:rsid w:val="002953B6"/>
    <w:rsid w:val="00296B4B"/>
    <w:rsid w:val="002A335A"/>
    <w:rsid w:val="002B7A59"/>
    <w:rsid w:val="002C3B5C"/>
    <w:rsid w:val="002C6B4B"/>
    <w:rsid w:val="002E172D"/>
    <w:rsid w:val="002E51A7"/>
    <w:rsid w:val="002E5A5F"/>
    <w:rsid w:val="002F1E81"/>
    <w:rsid w:val="002F5553"/>
    <w:rsid w:val="002F584F"/>
    <w:rsid w:val="00310D92"/>
    <w:rsid w:val="00311FA5"/>
    <w:rsid w:val="003144AB"/>
    <w:rsid w:val="003160CB"/>
    <w:rsid w:val="00317F30"/>
    <w:rsid w:val="003222A3"/>
    <w:rsid w:val="00334231"/>
    <w:rsid w:val="00346436"/>
    <w:rsid w:val="0035285F"/>
    <w:rsid w:val="0035357A"/>
    <w:rsid w:val="00354893"/>
    <w:rsid w:val="00360A40"/>
    <w:rsid w:val="00371F46"/>
    <w:rsid w:val="0038566A"/>
    <w:rsid w:val="003870C2"/>
    <w:rsid w:val="00391F17"/>
    <w:rsid w:val="0039217C"/>
    <w:rsid w:val="003C029C"/>
    <w:rsid w:val="003C037B"/>
    <w:rsid w:val="003C218D"/>
    <w:rsid w:val="003C6B3D"/>
    <w:rsid w:val="003C7D0C"/>
    <w:rsid w:val="003D3B8A"/>
    <w:rsid w:val="003D3C38"/>
    <w:rsid w:val="003D3E42"/>
    <w:rsid w:val="003D54F8"/>
    <w:rsid w:val="003E466E"/>
    <w:rsid w:val="003F4F5E"/>
    <w:rsid w:val="003F7CC8"/>
    <w:rsid w:val="00400906"/>
    <w:rsid w:val="00411AC4"/>
    <w:rsid w:val="00412520"/>
    <w:rsid w:val="00414AAB"/>
    <w:rsid w:val="00417320"/>
    <w:rsid w:val="00421604"/>
    <w:rsid w:val="00422743"/>
    <w:rsid w:val="004252BC"/>
    <w:rsid w:val="0042590E"/>
    <w:rsid w:val="00426E79"/>
    <w:rsid w:val="00433A17"/>
    <w:rsid w:val="0043465F"/>
    <w:rsid w:val="00436200"/>
    <w:rsid w:val="00437F65"/>
    <w:rsid w:val="0045041E"/>
    <w:rsid w:val="004600B0"/>
    <w:rsid w:val="00460ADB"/>
    <w:rsid w:val="00460FEA"/>
    <w:rsid w:val="00463DDF"/>
    <w:rsid w:val="004734B7"/>
    <w:rsid w:val="0047469C"/>
    <w:rsid w:val="00475CC8"/>
    <w:rsid w:val="00480344"/>
    <w:rsid w:val="00481B88"/>
    <w:rsid w:val="00485B4F"/>
    <w:rsid w:val="004862D1"/>
    <w:rsid w:val="00490698"/>
    <w:rsid w:val="004A0D3A"/>
    <w:rsid w:val="004A5F62"/>
    <w:rsid w:val="004B2D5A"/>
    <w:rsid w:val="004C489A"/>
    <w:rsid w:val="004D293D"/>
    <w:rsid w:val="004D4F4B"/>
    <w:rsid w:val="004E0250"/>
    <w:rsid w:val="004F0411"/>
    <w:rsid w:val="004F44FE"/>
    <w:rsid w:val="00501F93"/>
    <w:rsid w:val="005061CE"/>
    <w:rsid w:val="00512A47"/>
    <w:rsid w:val="0051781F"/>
    <w:rsid w:val="00522707"/>
    <w:rsid w:val="00531C68"/>
    <w:rsid w:val="00532119"/>
    <w:rsid w:val="005335F3"/>
    <w:rsid w:val="00542D44"/>
    <w:rsid w:val="00543C38"/>
    <w:rsid w:val="00543D2D"/>
    <w:rsid w:val="00545A3D"/>
    <w:rsid w:val="00546DBB"/>
    <w:rsid w:val="00550CEF"/>
    <w:rsid w:val="00553E0E"/>
    <w:rsid w:val="00555710"/>
    <w:rsid w:val="00561A5B"/>
    <w:rsid w:val="0056568D"/>
    <w:rsid w:val="0057074C"/>
    <w:rsid w:val="005733FB"/>
    <w:rsid w:val="00573790"/>
    <w:rsid w:val="00573FBF"/>
    <w:rsid w:val="00574FF3"/>
    <w:rsid w:val="00582538"/>
    <w:rsid w:val="005838EA"/>
    <w:rsid w:val="00583BE3"/>
    <w:rsid w:val="00585EE1"/>
    <w:rsid w:val="00590C0E"/>
    <w:rsid w:val="00591A44"/>
    <w:rsid w:val="005939E6"/>
    <w:rsid w:val="00595E08"/>
    <w:rsid w:val="005A1FA3"/>
    <w:rsid w:val="005A4227"/>
    <w:rsid w:val="005B229B"/>
    <w:rsid w:val="005B3518"/>
    <w:rsid w:val="005B3C94"/>
    <w:rsid w:val="005B510E"/>
    <w:rsid w:val="005C4E3E"/>
    <w:rsid w:val="005C56AE"/>
    <w:rsid w:val="005C7449"/>
    <w:rsid w:val="005D054E"/>
    <w:rsid w:val="005E3818"/>
    <w:rsid w:val="005E6D99"/>
    <w:rsid w:val="005F2ADD"/>
    <w:rsid w:val="005F2C49"/>
    <w:rsid w:val="006013EB"/>
    <w:rsid w:val="00601BAD"/>
    <w:rsid w:val="0060479E"/>
    <w:rsid w:val="00604BE7"/>
    <w:rsid w:val="00611312"/>
    <w:rsid w:val="00616AED"/>
    <w:rsid w:val="00621204"/>
    <w:rsid w:val="00630446"/>
    <w:rsid w:val="00631BF1"/>
    <w:rsid w:val="00632A4F"/>
    <w:rsid w:val="00632B56"/>
    <w:rsid w:val="006351E3"/>
    <w:rsid w:val="00640750"/>
    <w:rsid w:val="00644236"/>
    <w:rsid w:val="006471E5"/>
    <w:rsid w:val="00661C32"/>
    <w:rsid w:val="00671D3B"/>
    <w:rsid w:val="00684A5B"/>
    <w:rsid w:val="00697DCA"/>
    <w:rsid w:val="006A1F71"/>
    <w:rsid w:val="006A723B"/>
    <w:rsid w:val="006D0900"/>
    <w:rsid w:val="006D1540"/>
    <w:rsid w:val="006D6DD0"/>
    <w:rsid w:val="006E1F89"/>
    <w:rsid w:val="006F328B"/>
    <w:rsid w:val="006F5886"/>
    <w:rsid w:val="00704D37"/>
    <w:rsid w:val="00707734"/>
    <w:rsid w:val="00707E19"/>
    <w:rsid w:val="00712F7C"/>
    <w:rsid w:val="00715546"/>
    <w:rsid w:val="0072328A"/>
    <w:rsid w:val="00723A81"/>
    <w:rsid w:val="007333A5"/>
    <w:rsid w:val="00734425"/>
    <w:rsid w:val="007377B5"/>
    <w:rsid w:val="00740E2A"/>
    <w:rsid w:val="00746CC2"/>
    <w:rsid w:val="00751A88"/>
    <w:rsid w:val="00752292"/>
    <w:rsid w:val="00754711"/>
    <w:rsid w:val="0075755E"/>
    <w:rsid w:val="0075767A"/>
    <w:rsid w:val="00757843"/>
    <w:rsid w:val="00760323"/>
    <w:rsid w:val="0076501A"/>
    <w:rsid w:val="00765600"/>
    <w:rsid w:val="00772CC2"/>
    <w:rsid w:val="00773579"/>
    <w:rsid w:val="00780595"/>
    <w:rsid w:val="007829B6"/>
    <w:rsid w:val="00791C9F"/>
    <w:rsid w:val="00792AAB"/>
    <w:rsid w:val="00793B47"/>
    <w:rsid w:val="00795468"/>
    <w:rsid w:val="007A042D"/>
    <w:rsid w:val="007A1D0C"/>
    <w:rsid w:val="007A2A7B"/>
    <w:rsid w:val="007A7634"/>
    <w:rsid w:val="007B751A"/>
    <w:rsid w:val="007B794B"/>
    <w:rsid w:val="007C0369"/>
    <w:rsid w:val="007C122C"/>
    <w:rsid w:val="007C4DC1"/>
    <w:rsid w:val="007D0EE3"/>
    <w:rsid w:val="007D4925"/>
    <w:rsid w:val="007E6FD2"/>
    <w:rsid w:val="007F0C8A"/>
    <w:rsid w:val="007F11AB"/>
    <w:rsid w:val="007F3E3C"/>
    <w:rsid w:val="00803C01"/>
    <w:rsid w:val="00803FB0"/>
    <w:rsid w:val="00806FFE"/>
    <w:rsid w:val="008143CB"/>
    <w:rsid w:val="00821F91"/>
    <w:rsid w:val="008231DD"/>
    <w:rsid w:val="00823CA1"/>
    <w:rsid w:val="00824F2F"/>
    <w:rsid w:val="00827400"/>
    <w:rsid w:val="00833D0B"/>
    <w:rsid w:val="008374EE"/>
    <w:rsid w:val="008513B9"/>
    <w:rsid w:val="00851C6B"/>
    <w:rsid w:val="008558C4"/>
    <w:rsid w:val="008702D3"/>
    <w:rsid w:val="00872029"/>
    <w:rsid w:val="00876034"/>
    <w:rsid w:val="008827E7"/>
    <w:rsid w:val="008927F6"/>
    <w:rsid w:val="00893C8D"/>
    <w:rsid w:val="008A0C68"/>
    <w:rsid w:val="008A1696"/>
    <w:rsid w:val="008B38F8"/>
    <w:rsid w:val="008B41EB"/>
    <w:rsid w:val="008C13BB"/>
    <w:rsid w:val="008C58FE"/>
    <w:rsid w:val="008C6A9F"/>
    <w:rsid w:val="008D1FAA"/>
    <w:rsid w:val="008D2595"/>
    <w:rsid w:val="008E47ED"/>
    <w:rsid w:val="008E6C41"/>
    <w:rsid w:val="008E757D"/>
    <w:rsid w:val="008F0816"/>
    <w:rsid w:val="008F6BB7"/>
    <w:rsid w:val="00900F42"/>
    <w:rsid w:val="00912FAC"/>
    <w:rsid w:val="00914008"/>
    <w:rsid w:val="009211F9"/>
    <w:rsid w:val="00922837"/>
    <w:rsid w:val="00922B2B"/>
    <w:rsid w:val="00932E36"/>
    <w:rsid w:val="00932E3C"/>
    <w:rsid w:val="009342D2"/>
    <w:rsid w:val="009406C4"/>
    <w:rsid w:val="009461B3"/>
    <w:rsid w:val="009529CA"/>
    <w:rsid w:val="009573D3"/>
    <w:rsid w:val="009615E5"/>
    <w:rsid w:val="0096452C"/>
    <w:rsid w:val="009701D3"/>
    <w:rsid w:val="00972CF7"/>
    <w:rsid w:val="00974AF6"/>
    <w:rsid w:val="009769A7"/>
    <w:rsid w:val="00981D5A"/>
    <w:rsid w:val="00982286"/>
    <w:rsid w:val="00996CEA"/>
    <w:rsid w:val="009977FF"/>
    <w:rsid w:val="009A085B"/>
    <w:rsid w:val="009A6DED"/>
    <w:rsid w:val="009C1DE6"/>
    <w:rsid w:val="009C1F0E"/>
    <w:rsid w:val="009C22B3"/>
    <w:rsid w:val="009C58C5"/>
    <w:rsid w:val="009D1315"/>
    <w:rsid w:val="009D2AD5"/>
    <w:rsid w:val="009D3E8C"/>
    <w:rsid w:val="009D6F3F"/>
    <w:rsid w:val="009E16E8"/>
    <w:rsid w:val="009E21AF"/>
    <w:rsid w:val="009E3A0E"/>
    <w:rsid w:val="009E6663"/>
    <w:rsid w:val="009E7629"/>
    <w:rsid w:val="009F1F04"/>
    <w:rsid w:val="009F26B6"/>
    <w:rsid w:val="009F4C26"/>
    <w:rsid w:val="00A1314B"/>
    <w:rsid w:val="00A13160"/>
    <w:rsid w:val="00A137D3"/>
    <w:rsid w:val="00A21679"/>
    <w:rsid w:val="00A24853"/>
    <w:rsid w:val="00A2626B"/>
    <w:rsid w:val="00A3659D"/>
    <w:rsid w:val="00A37177"/>
    <w:rsid w:val="00A42E3A"/>
    <w:rsid w:val="00A44A8F"/>
    <w:rsid w:val="00A50399"/>
    <w:rsid w:val="00A51D96"/>
    <w:rsid w:val="00A5726D"/>
    <w:rsid w:val="00A7085E"/>
    <w:rsid w:val="00A74906"/>
    <w:rsid w:val="00A857D1"/>
    <w:rsid w:val="00A96F84"/>
    <w:rsid w:val="00AB0FE5"/>
    <w:rsid w:val="00AB5490"/>
    <w:rsid w:val="00AC13DF"/>
    <w:rsid w:val="00AC23B0"/>
    <w:rsid w:val="00AC3953"/>
    <w:rsid w:val="00AC6D81"/>
    <w:rsid w:val="00AC7150"/>
    <w:rsid w:val="00AD2AA8"/>
    <w:rsid w:val="00AE072D"/>
    <w:rsid w:val="00AE1DCA"/>
    <w:rsid w:val="00AF389A"/>
    <w:rsid w:val="00AF5F7C"/>
    <w:rsid w:val="00B01A53"/>
    <w:rsid w:val="00B02207"/>
    <w:rsid w:val="00B03403"/>
    <w:rsid w:val="00B10324"/>
    <w:rsid w:val="00B10F76"/>
    <w:rsid w:val="00B15EC0"/>
    <w:rsid w:val="00B21644"/>
    <w:rsid w:val="00B22C29"/>
    <w:rsid w:val="00B33153"/>
    <w:rsid w:val="00B3478B"/>
    <w:rsid w:val="00B347AC"/>
    <w:rsid w:val="00B376B1"/>
    <w:rsid w:val="00B50AB3"/>
    <w:rsid w:val="00B60194"/>
    <w:rsid w:val="00B620D9"/>
    <w:rsid w:val="00B633DB"/>
    <w:rsid w:val="00B639ED"/>
    <w:rsid w:val="00B66A8C"/>
    <w:rsid w:val="00B77E6B"/>
    <w:rsid w:val="00B80099"/>
    <w:rsid w:val="00B8061C"/>
    <w:rsid w:val="00B81CEB"/>
    <w:rsid w:val="00B83BA2"/>
    <w:rsid w:val="00B853AA"/>
    <w:rsid w:val="00B875BF"/>
    <w:rsid w:val="00B91F62"/>
    <w:rsid w:val="00B94AE3"/>
    <w:rsid w:val="00B96A1B"/>
    <w:rsid w:val="00BA0F68"/>
    <w:rsid w:val="00BA3DA9"/>
    <w:rsid w:val="00BB25D9"/>
    <w:rsid w:val="00BB2C98"/>
    <w:rsid w:val="00BB4E89"/>
    <w:rsid w:val="00BC17F9"/>
    <w:rsid w:val="00BC7164"/>
    <w:rsid w:val="00BD0B82"/>
    <w:rsid w:val="00BD0F01"/>
    <w:rsid w:val="00BE5E6C"/>
    <w:rsid w:val="00BF4F5F"/>
    <w:rsid w:val="00C04EEB"/>
    <w:rsid w:val="00C075A4"/>
    <w:rsid w:val="00C10F12"/>
    <w:rsid w:val="00C11826"/>
    <w:rsid w:val="00C14CF2"/>
    <w:rsid w:val="00C27080"/>
    <w:rsid w:val="00C34C01"/>
    <w:rsid w:val="00C352E0"/>
    <w:rsid w:val="00C46D42"/>
    <w:rsid w:val="00C50C32"/>
    <w:rsid w:val="00C52918"/>
    <w:rsid w:val="00C60178"/>
    <w:rsid w:val="00C61760"/>
    <w:rsid w:val="00C63CD6"/>
    <w:rsid w:val="00C708E1"/>
    <w:rsid w:val="00C87D95"/>
    <w:rsid w:val="00C9077A"/>
    <w:rsid w:val="00C95C91"/>
    <w:rsid w:val="00C95CD2"/>
    <w:rsid w:val="00CA051B"/>
    <w:rsid w:val="00CA17A0"/>
    <w:rsid w:val="00CA3B2C"/>
    <w:rsid w:val="00CA5DCC"/>
    <w:rsid w:val="00CB3CBE"/>
    <w:rsid w:val="00CC3E62"/>
    <w:rsid w:val="00CE4CA2"/>
    <w:rsid w:val="00CF03D8"/>
    <w:rsid w:val="00CF2284"/>
    <w:rsid w:val="00CF4C93"/>
    <w:rsid w:val="00D015D5"/>
    <w:rsid w:val="00D03D68"/>
    <w:rsid w:val="00D05224"/>
    <w:rsid w:val="00D12FA7"/>
    <w:rsid w:val="00D13F47"/>
    <w:rsid w:val="00D23786"/>
    <w:rsid w:val="00D266DD"/>
    <w:rsid w:val="00D30614"/>
    <w:rsid w:val="00D312BD"/>
    <w:rsid w:val="00D3256E"/>
    <w:rsid w:val="00D32B04"/>
    <w:rsid w:val="00D374E7"/>
    <w:rsid w:val="00D43AA8"/>
    <w:rsid w:val="00D46AA3"/>
    <w:rsid w:val="00D5586F"/>
    <w:rsid w:val="00D61AD1"/>
    <w:rsid w:val="00D63949"/>
    <w:rsid w:val="00D652E7"/>
    <w:rsid w:val="00D70402"/>
    <w:rsid w:val="00D70E3B"/>
    <w:rsid w:val="00D71ACC"/>
    <w:rsid w:val="00D76F74"/>
    <w:rsid w:val="00D77BCF"/>
    <w:rsid w:val="00D8429E"/>
    <w:rsid w:val="00D84394"/>
    <w:rsid w:val="00D9170C"/>
    <w:rsid w:val="00D95E55"/>
    <w:rsid w:val="00D977BF"/>
    <w:rsid w:val="00D97829"/>
    <w:rsid w:val="00DA26D9"/>
    <w:rsid w:val="00DA4173"/>
    <w:rsid w:val="00DB1CD4"/>
    <w:rsid w:val="00DB3664"/>
    <w:rsid w:val="00DC16FB"/>
    <w:rsid w:val="00DC4A65"/>
    <w:rsid w:val="00DC4F66"/>
    <w:rsid w:val="00DD3EEC"/>
    <w:rsid w:val="00DE1FF6"/>
    <w:rsid w:val="00DF46DA"/>
    <w:rsid w:val="00DF6B70"/>
    <w:rsid w:val="00E10B44"/>
    <w:rsid w:val="00E11F02"/>
    <w:rsid w:val="00E144DE"/>
    <w:rsid w:val="00E20036"/>
    <w:rsid w:val="00E2230C"/>
    <w:rsid w:val="00E2726B"/>
    <w:rsid w:val="00E37801"/>
    <w:rsid w:val="00E46EAA"/>
    <w:rsid w:val="00E5038C"/>
    <w:rsid w:val="00E50B69"/>
    <w:rsid w:val="00E5298B"/>
    <w:rsid w:val="00E56EFB"/>
    <w:rsid w:val="00E6458F"/>
    <w:rsid w:val="00E67329"/>
    <w:rsid w:val="00E7242D"/>
    <w:rsid w:val="00E748A1"/>
    <w:rsid w:val="00E762CE"/>
    <w:rsid w:val="00E76BB3"/>
    <w:rsid w:val="00E81AFC"/>
    <w:rsid w:val="00E821A1"/>
    <w:rsid w:val="00E871E6"/>
    <w:rsid w:val="00E87E25"/>
    <w:rsid w:val="00E97B64"/>
    <w:rsid w:val="00EA04F1"/>
    <w:rsid w:val="00EA2FD3"/>
    <w:rsid w:val="00EB7CE9"/>
    <w:rsid w:val="00EC433F"/>
    <w:rsid w:val="00EC7250"/>
    <w:rsid w:val="00EC7C71"/>
    <w:rsid w:val="00ED1FDE"/>
    <w:rsid w:val="00ED2028"/>
    <w:rsid w:val="00ED2887"/>
    <w:rsid w:val="00ED7984"/>
    <w:rsid w:val="00EF1DB3"/>
    <w:rsid w:val="00EF6C8A"/>
    <w:rsid w:val="00F01317"/>
    <w:rsid w:val="00F06EFB"/>
    <w:rsid w:val="00F1117A"/>
    <w:rsid w:val="00F12714"/>
    <w:rsid w:val="00F1529E"/>
    <w:rsid w:val="00F16F07"/>
    <w:rsid w:val="00F37B31"/>
    <w:rsid w:val="00F41CB0"/>
    <w:rsid w:val="00F42B6F"/>
    <w:rsid w:val="00F45975"/>
    <w:rsid w:val="00F45B7C"/>
    <w:rsid w:val="00F45FCE"/>
    <w:rsid w:val="00F56418"/>
    <w:rsid w:val="00F56B09"/>
    <w:rsid w:val="00F6401D"/>
    <w:rsid w:val="00F9334F"/>
    <w:rsid w:val="00F96A2E"/>
    <w:rsid w:val="00F97D7F"/>
    <w:rsid w:val="00FA122C"/>
    <w:rsid w:val="00FA3B95"/>
    <w:rsid w:val="00FB3240"/>
    <w:rsid w:val="00FC1278"/>
    <w:rsid w:val="00FC17F8"/>
    <w:rsid w:val="00FC4A8D"/>
    <w:rsid w:val="00FC568A"/>
    <w:rsid w:val="00FC6B71"/>
    <w:rsid w:val="00FC6BEA"/>
    <w:rsid w:val="00FD3D5A"/>
    <w:rsid w:val="00FD43FA"/>
    <w:rsid w:val="00FD6D69"/>
    <w:rsid w:val="00FE370D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Hyperlink"/>
    <w:basedOn w:val="a0"/>
    <w:unhideWhenUsed/>
    <w:rsid w:val="00450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Hyperlink"/>
    <w:basedOn w:val="a0"/>
    <w:unhideWhenUsed/>
    <w:rsid w:val="00450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574E3-3DF9-4E6D-8F11-C17C040D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124</TotalTime>
  <Pages>9</Pages>
  <Words>1204</Words>
  <Characters>8567</Characters>
  <Application>Microsoft Office Word</Application>
  <DocSecurity>0</DocSecurity>
  <Lines>1223</Lines>
  <Paragraphs>488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20</cp:revision>
  <cp:lastPrinted>2019-10-23T09:42:00Z</cp:lastPrinted>
  <dcterms:created xsi:type="dcterms:W3CDTF">2019-08-19T14:45:00Z</dcterms:created>
  <dcterms:modified xsi:type="dcterms:W3CDTF">2019-10-29T13:33:00Z</dcterms:modified>
</cp:coreProperties>
</file>